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5542"/>
        <w:gridCol w:w="1747"/>
        <w:gridCol w:w="2313"/>
      </w:tblGrid>
      <w:tr w:rsidR="009B42E3" w:rsidRPr="009B42E3" w14:paraId="4546E928" w14:textId="77777777" w:rsidTr="004E1071">
        <w:trPr>
          <w:trHeight w:val="360"/>
        </w:trPr>
        <w:tc>
          <w:tcPr>
            <w:tcW w:w="99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730FEEBE" w14:textId="3D443DDA" w:rsidR="009B42E3" w:rsidRPr="009B42E3" w:rsidRDefault="00F22CB7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22CB7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Nákup techniky pro údržbu železničního svršku 2023</w:t>
            </w:r>
          </w:p>
        </w:tc>
      </w:tr>
      <w:tr w:rsidR="009B42E3" w:rsidRPr="009B42E3" w14:paraId="53287202" w14:textId="77777777" w:rsidTr="004E1071">
        <w:trPr>
          <w:trHeight w:val="360"/>
        </w:trPr>
        <w:tc>
          <w:tcPr>
            <w:tcW w:w="995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B59"/>
            <w:vAlign w:val="center"/>
            <w:hideMark/>
          </w:tcPr>
          <w:p w14:paraId="4C6B805E" w14:textId="3AC284FE" w:rsidR="009B42E3" w:rsidRPr="009B42E3" w:rsidRDefault="009B42E3" w:rsidP="00813A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proofErr w:type="spellStart"/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ev.č</w:t>
            </w:r>
            <w:proofErr w:type="spellEnd"/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. VZ:</w:t>
            </w:r>
            <w:r w:rsidR="00813A4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63523153</w:t>
            </w:r>
          </w:p>
        </w:tc>
      </w:tr>
      <w:tr w:rsidR="009B42E3" w:rsidRPr="009B42E3" w14:paraId="09C87CB4" w14:textId="77777777" w:rsidTr="004E1071">
        <w:trPr>
          <w:trHeight w:val="280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AAB17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26E9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88905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3E36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446F2DD0" w14:textId="77777777" w:rsidTr="004E1071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4CC1F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7AD16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7E727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2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ABEB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celkem za požadované množství bez DPH</w:t>
            </w:r>
          </w:p>
        </w:tc>
      </w:tr>
      <w:tr w:rsidR="009B42E3" w:rsidRPr="009B42E3" w14:paraId="7C370A7F" w14:textId="77777777" w:rsidTr="004E1071">
        <w:trPr>
          <w:trHeight w:val="570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428CD" w14:textId="7B79343A" w:rsidR="009B42E3" w:rsidRPr="009B42E3" w:rsidRDefault="004E1071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1</w:t>
            </w:r>
            <w:r w:rsidR="009B42E3"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1897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Tovární označení univerzální zatáčečky: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223B5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2 ks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7350C233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632152F5" w14:textId="77777777" w:rsidTr="004E1071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9AA099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50FEE2A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30A044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136D4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B42E3" w:rsidRPr="009B42E3" w14:paraId="71861918" w14:textId="77777777" w:rsidTr="004E1071">
        <w:trPr>
          <w:trHeight w:val="570"/>
        </w:trPr>
        <w:tc>
          <w:tcPr>
            <w:tcW w:w="35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86915" w14:textId="61A1A936" w:rsidR="009B42E3" w:rsidRPr="009B42E3" w:rsidRDefault="004E1071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2</w:t>
            </w:r>
            <w:r w:rsidR="009B42E3"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0991" w14:textId="03D7EEA4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Tovární označení modulární brusky hlav kolejnic a </w:t>
            </w:r>
            <w:r w:rsidR="003306E0"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výhybek</w:t>
            </w: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FEFB1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3 ks</w:t>
            </w:r>
          </w:p>
        </w:tc>
        <w:tc>
          <w:tcPr>
            <w:tcW w:w="23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22B486C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375055F1" w14:textId="77777777" w:rsidTr="004E1071">
        <w:trPr>
          <w:trHeight w:val="280"/>
        </w:trPr>
        <w:tc>
          <w:tcPr>
            <w:tcW w:w="35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7DA0F5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E94BEEE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XXX-XXX-XXX</w:t>
            </w:r>
          </w:p>
        </w:tc>
        <w:tc>
          <w:tcPr>
            <w:tcW w:w="17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6D87D4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0A1E9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9B42E3" w:rsidRPr="009B42E3" w14:paraId="3614FE43" w14:textId="77777777" w:rsidTr="004E1071">
        <w:trPr>
          <w:trHeight w:val="820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DC06A" w14:textId="26B1127D" w:rsidR="009B42E3" w:rsidRPr="009B42E3" w:rsidRDefault="004E1071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3</w:t>
            </w:r>
            <w:r w:rsidR="009B42E3"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6F62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Zaškolení zaměstnanců zadavatele pro bezpečnou obsluhu a údržbu stroje v místě dodávky (obvod OŘ Ostrava)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EA60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školení minimálně pro dvě osoby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854AB" w14:textId="60322802" w:rsidR="009B42E3" w:rsidRPr="009B42E3" w:rsidRDefault="0051344A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 xml:space="preserve">v </w:t>
            </w:r>
            <w:r w:rsidRPr="002F60E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ceně dodávky u každé položky</w:t>
            </w:r>
          </w:p>
        </w:tc>
      </w:tr>
      <w:tr w:rsidR="009B42E3" w:rsidRPr="009B42E3" w14:paraId="1D7FA354" w14:textId="77777777" w:rsidTr="004E1071">
        <w:trPr>
          <w:trHeight w:val="280"/>
        </w:trPr>
        <w:tc>
          <w:tcPr>
            <w:tcW w:w="76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5200"/>
            <w:noWrap/>
            <w:vAlign w:val="center"/>
            <w:hideMark/>
          </w:tcPr>
          <w:p w14:paraId="6758B5E2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Cena celkem</w:t>
            </w:r>
          </w:p>
        </w:tc>
        <w:tc>
          <w:tcPr>
            <w:tcW w:w="2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5146A047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 Kč</w:t>
            </w:r>
          </w:p>
        </w:tc>
      </w:tr>
      <w:tr w:rsidR="009B42E3" w:rsidRPr="009B42E3" w14:paraId="3AF01E00" w14:textId="77777777" w:rsidTr="004E1071">
        <w:trPr>
          <w:trHeight w:val="280"/>
        </w:trPr>
        <w:tc>
          <w:tcPr>
            <w:tcW w:w="5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997B2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Pokyny k vyplnění: 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5AC3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AF2D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32B46FDA" w14:textId="77777777" w:rsidTr="004E1071">
        <w:trPr>
          <w:trHeight w:val="495"/>
        </w:trPr>
        <w:tc>
          <w:tcPr>
            <w:tcW w:w="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28BBB8DF" w14:textId="77777777" w:rsidR="009B42E3" w:rsidRPr="009B42E3" w:rsidRDefault="009B42E3" w:rsidP="009B42E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6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5200"/>
            <w:vAlign w:val="center"/>
            <w:hideMark/>
          </w:tcPr>
          <w:p w14:paraId="44B018CE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B42E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podbarvená pole k doplnění účastníkem zadávacího řízení (tovární označení stroje a nabízenou cenu)</w:t>
            </w:r>
          </w:p>
        </w:tc>
      </w:tr>
      <w:tr w:rsidR="009B42E3" w:rsidRPr="009B42E3" w14:paraId="37587132" w14:textId="77777777" w:rsidTr="004E1071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FF1" w14:textId="77777777" w:rsidR="009B42E3" w:rsidRPr="009B42E3" w:rsidRDefault="009B42E3" w:rsidP="009B42E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D30E9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A24C0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0A5E0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58BDBD18" w14:textId="77777777" w:rsidTr="004E1071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B578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94051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52358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9981F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0888F10A" w14:textId="77777777" w:rsidTr="004E1071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C27C6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E998B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52F5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5A57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0F6BD83A" w14:textId="77777777" w:rsidTr="004E1071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D25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446B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5924A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9FD6C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342AE56A" w14:textId="77777777" w:rsidTr="004E1071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E131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5F08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8B804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856E8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42E3" w:rsidRPr="009B42E3" w14:paraId="1E9153FF" w14:textId="77777777" w:rsidTr="004E1071">
        <w:trPr>
          <w:trHeight w:val="285"/>
        </w:trPr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FD2E5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A8EA8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7F996C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DAEA2" w14:textId="77777777" w:rsidR="009B42E3" w:rsidRPr="009B42E3" w:rsidRDefault="009B42E3" w:rsidP="009B42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87F8F83" w14:textId="77777777" w:rsidR="00761097" w:rsidRDefault="00761097" w:rsidP="00761097">
      <w:pPr>
        <w:rPr>
          <w:sz w:val="20"/>
          <w:szCs w:val="20"/>
        </w:rPr>
      </w:pPr>
    </w:p>
    <w:sectPr w:rsidR="00761097" w:rsidSect="002234D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1A215" w14:textId="77777777" w:rsidR="00996354" w:rsidRDefault="00996354" w:rsidP="00962258">
      <w:pPr>
        <w:spacing w:after="0" w:line="240" w:lineRule="auto"/>
      </w:pPr>
      <w:r>
        <w:separator/>
      </w:r>
    </w:p>
  </w:endnote>
  <w:endnote w:type="continuationSeparator" w:id="0">
    <w:p w14:paraId="73A38417" w14:textId="77777777" w:rsidR="00996354" w:rsidRDefault="009963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FA2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665C2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55DB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EB090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74EB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4232975" w14:textId="77777777" w:rsidR="00F1715C" w:rsidRDefault="00F1715C" w:rsidP="00D831A3">
          <w:pPr>
            <w:pStyle w:val="Zpat"/>
          </w:pPr>
        </w:p>
      </w:tc>
    </w:tr>
  </w:tbl>
  <w:p w14:paraId="4FB8B8DF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6F6240" wp14:editId="2218FE81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9E25EE1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749058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92A71D3" w14:textId="7E8744EE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2C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2C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5D9BE6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4E327DC7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0101E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3D46F3B0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65FF87E5" w14:textId="77777777" w:rsidR="005A4944" w:rsidRDefault="005A4944" w:rsidP="00D015F4">
          <w:pPr>
            <w:pStyle w:val="Zpat"/>
          </w:pPr>
          <w:r>
            <w:t>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170D4EAF" w14:textId="77777777" w:rsidR="005A4944" w:rsidRDefault="005A4944" w:rsidP="005A4944">
          <w:pPr>
            <w:pStyle w:val="Zpat"/>
          </w:pPr>
        </w:p>
      </w:tc>
    </w:tr>
  </w:tbl>
  <w:p w14:paraId="608DF72E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F34C8FD" wp14:editId="470F477C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4AC1615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30363504" wp14:editId="2A9CB38B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26715A2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509C9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0DE60" w14:textId="77777777" w:rsidR="00996354" w:rsidRDefault="00996354" w:rsidP="00962258">
      <w:pPr>
        <w:spacing w:after="0" w:line="240" w:lineRule="auto"/>
      </w:pPr>
      <w:r>
        <w:separator/>
      </w:r>
    </w:p>
  </w:footnote>
  <w:footnote w:type="continuationSeparator" w:id="0">
    <w:p w14:paraId="7644448C" w14:textId="77777777" w:rsidR="00996354" w:rsidRDefault="009963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722F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F949B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8DA52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006BC4B" w14:textId="77777777" w:rsidR="00F1715C" w:rsidRPr="00D6163D" w:rsidRDefault="00F1715C" w:rsidP="00D6163D">
          <w:pPr>
            <w:pStyle w:val="Druhdokumentu"/>
          </w:pPr>
        </w:p>
      </w:tc>
    </w:tr>
  </w:tbl>
  <w:p w14:paraId="40A4CC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2A6AEA" w14:paraId="316292A6" w14:textId="77777777" w:rsidTr="00B352E2">
      <w:trPr>
        <w:trHeight w:hRule="exact" w:val="1452"/>
      </w:trPr>
      <w:tc>
        <w:tcPr>
          <w:tcW w:w="1361" w:type="dxa"/>
          <w:tcMar>
            <w:left w:w="0" w:type="dxa"/>
            <w:right w:w="0" w:type="dxa"/>
          </w:tcMar>
        </w:tcPr>
        <w:p w14:paraId="17623AFA" w14:textId="77777777" w:rsidR="00F1715C" w:rsidRPr="00771592" w:rsidRDefault="00F1715C" w:rsidP="00FC6389">
          <w:pPr>
            <w:pStyle w:val="Zpat"/>
            <w:rPr>
              <w:rStyle w:val="slostrnky"/>
              <w:b w:val="0"/>
              <w:bCs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D3D7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AAF537" w14:textId="77777777" w:rsidR="00813A4F" w:rsidRPr="00C003BA" w:rsidRDefault="00813A4F" w:rsidP="00813A4F">
          <w:pPr>
            <w:pStyle w:val="Druhdokumentu"/>
            <w:jc w:val="left"/>
            <w:rPr>
              <w:color w:val="002060"/>
              <w:sz w:val="24"/>
              <w:szCs w:val="24"/>
            </w:rPr>
          </w:pPr>
          <w:r>
            <w:rPr>
              <w:sz w:val="24"/>
              <w:szCs w:val="24"/>
            </w:rPr>
            <w:t xml:space="preserve">Příloha č. 14 Výzvy k podání nabídky: Formulář pro cenovou </w:t>
          </w:r>
          <w:r w:rsidRPr="00C003BA">
            <w:rPr>
              <w:color w:val="002060"/>
              <w:sz w:val="24"/>
              <w:szCs w:val="24"/>
            </w:rPr>
            <w:t xml:space="preserve">nabídku </w:t>
          </w:r>
        </w:p>
        <w:p w14:paraId="28C79ECC" w14:textId="77777777" w:rsidR="00F1715C" w:rsidRPr="002A6AEA" w:rsidRDefault="00F1715C" w:rsidP="002A6AEA">
          <w:pPr>
            <w:pStyle w:val="Druhdokumentu"/>
            <w:jc w:val="left"/>
            <w:rPr>
              <w:sz w:val="24"/>
              <w:szCs w:val="24"/>
            </w:rPr>
          </w:pPr>
        </w:p>
        <w:p w14:paraId="0D23CC55" w14:textId="77777777" w:rsidR="002A6AEA" w:rsidRPr="002A6AEA" w:rsidRDefault="002A6AEA" w:rsidP="002A6AEA">
          <w:pPr>
            <w:pStyle w:val="Druhdokumentu"/>
            <w:rPr>
              <w:sz w:val="22"/>
              <w:szCs w:val="22"/>
            </w:rPr>
          </w:pPr>
        </w:p>
      </w:tc>
    </w:tr>
    <w:tr w:rsidR="009F392E" w14:paraId="6292BA1B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2DA0C5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D3AE24" w14:textId="77777777" w:rsidR="00B352E2" w:rsidRDefault="00B352E2" w:rsidP="00FC6389">
          <w:pPr>
            <w:pStyle w:val="Zpat"/>
          </w:pPr>
        </w:p>
        <w:p w14:paraId="52CC6269" w14:textId="77777777" w:rsidR="00B352E2" w:rsidRDefault="00B352E2" w:rsidP="00B352E2"/>
        <w:p w14:paraId="05E82CFE" w14:textId="77777777" w:rsidR="009F392E" w:rsidRPr="00B352E2" w:rsidRDefault="009F392E" w:rsidP="00B352E2">
          <w:pPr>
            <w:jc w:val="center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712AD65" w14:textId="77777777" w:rsidR="009F392E" w:rsidRPr="00D6163D" w:rsidRDefault="009F392E" w:rsidP="00FC6389">
          <w:pPr>
            <w:pStyle w:val="Druhdokumentu"/>
          </w:pPr>
        </w:p>
      </w:tc>
    </w:tr>
  </w:tbl>
  <w:p w14:paraId="31FA836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3E858C1" wp14:editId="73A1BF4C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9038A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5A5F"/>
    <w:multiLevelType w:val="multilevel"/>
    <w:tmpl w:val="0D34D660"/>
    <w:numStyleLink w:val="ListBulletmultilevel"/>
  </w:abstractNum>
  <w:abstractNum w:abstractNumId="4" w15:restartNumberingAfterBreak="0">
    <w:nsid w:val="25822B56"/>
    <w:multiLevelType w:val="hybridMultilevel"/>
    <w:tmpl w:val="C512ED26"/>
    <w:lvl w:ilvl="0" w:tplc="BDB431F4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241671592">
    <w:abstractNumId w:val="1"/>
  </w:num>
  <w:num w:numId="2" w16cid:durableId="698363104">
    <w:abstractNumId w:val="0"/>
  </w:num>
  <w:num w:numId="3" w16cid:durableId="1975792628">
    <w:abstractNumId w:val="9"/>
  </w:num>
  <w:num w:numId="4" w16cid:durableId="277371899">
    <w:abstractNumId w:val="3"/>
  </w:num>
  <w:num w:numId="5" w16cid:durableId="802507621">
    <w:abstractNumId w:val="7"/>
  </w:num>
  <w:num w:numId="6" w16cid:durableId="1671593890">
    <w:abstractNumId w:val="5"/>
  </w:num>
  <w:num w:numId="7" w16cid:durableId="1054087195">
    <w:abstractNumId w:val="6"/>
  </w:num>
  <w:num w:numId="8" w16cid:durableId="1357005444">
    <w:abstractNumId w:val="2"/>
  </w:num>
  <w:num w:numId="9" w16cid:durableId="496308093">
    <w:abstractNumId w:val="8"/>
  </w:num>
  <w:num w:numId="10" w16cid:durableId="18735696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2A8F"/>
    <w:rsid w:val="000224EC"/>
    <w:rsid w:val="000318C8"/>
    <w:rsid w:val="000618DB"/>
    <w:rsid w:val="00072C1E"/>
    <w:rsid w:val="00094664"/>
    <w:rsid w:val="000B4EB8"/>
    <w:rsid w:val="000C41F2"/>
    <w:rsid w:val="000D22C4"/>
    <w:rsid w:val="000D27D1"/>
    <w:rsid w:val="000D3133"/>
    <w:rsid w:val="000E71F3"/>
    <w:rsid w:val="000F4860"/>
    <w:rsid w:val="000F540E"/>
    <w:rsid w:val="001036B3"/>
    <w:rsid w:val="00114472"/>
    <w:rsid w:val="001150F2"/>
    <w:rsid w:val="00126BEB"/>
    <w:rsid w:val="0014371D"/>
    <w:rsid w:val="00170EC5"/>
    <w:rsid w:val="001747C1"/>
    <w:rsid w:val="00186692"/>
    <w:rsid w:val="00190B15"/>
    <w:rsid w:val="001B4E74"/>
    <w:rsid w:val="001D1BCD"/>
    <w:rsid w:val="001D4A95"/>
    <w:rsid w:val="001D66BD"/>
    <w:rsid w:val="001F10F0"/>
    <w:rsid w:val="00203D71"/>
    <w:rsid w:val="00207DF5"/>
    <w:rsid w:val="002234D1"/>
    <w:rsid w:val="00261A5B"/>
    <w:rsid w:val="00277BC7"/>
    <w:rsid w:val="00285044"/>
    <w:rsid w:val="00296DC2"/>
    <w:rsid w:val="002A6AEA"/>
    <w:rsid w:val="002B5243"/>
    <w:rsid w:val="002C31BF"/>
    <w:rsid w:val="002C45CD"/>
    <w:rsid w:val="002E0CD7"/>
    <w:rsid w:val="002F2312"/>
    <w:rsid w:val="00301A67"/>
    <w:rsid w:val="0030674D"/>
    <w:rsid w:val="00324493"/>
    <w:rsid w:val="00327EEF"/>
    <w:rsid w:val="003306E0"/>
    <w:rsid w:val="003354B5"/>
    <w:rsid w:val="003362B7"/>
    <w:rsid w:val="0034719F"/>
    <w:rsid w:val="003571D8"/>
    <w:rsid w:val="00357BC6"/>
    <w:rsid w:val="00361422"/>
    <w:rsid w:val="003711E4"/>
    <w:rsid w:val="003712A0"/>
    <w:rsid w:val="003956C6"/>
    <w:rsid w:val="00396538"/>
    <w:rsid w:val="003A2637"/>
    <w:rsid w:val="003C180B"/>
    <w:rsid w:val="003D5014"/>
    <w:rsid w:val="003E2A3E"/>
    <w:rsid w:val="003E4A4C"/>
    <w:rsid w:val="00450F07"/>
    <w:rsid w:val="00453CD3"/>
    <w:rsid w:val="00460660"/>
    <w:rsid w:val="00486107"/>
    <w:rsid w:val="00491327"/>
    <w:rsid w:val="00491827"/>
    <w:rsid w:val="004A710C"/>
    <w:rsid w:val="004B5CD0"/>
    <w:rsid w:val="004C4399"/>
    <w:rsid w:val="004C787C"/>
    <w:rsid w:val="004E1071"/>
    <w:rsid w:val="004E7A1F"/>
    <w:rsid w:val="004F4B9B"/>
    <w:rsid w:val="00511AB9"/>
    <w:rsid w:val="0051344A"/>
    <w:rsid w:val="00523BB5"/>
    <w:rsid w:val="00523EA7"/>
    <w:rsid w:val="005406EB"/>
    <w:rsid w:val="00553375"/>
    <w:rsid w:val="00562CC0"/>
    <w:rsid w:val="005736B7"/>
    <w:rsid w:val="00575E5A"/>
    <w:rsid w:val="0059674A"/>
    <w:rsid w:val="005A4944"/>
    <w:rsid w:val="005A494C"/>
    <w:rsid w:val="005B678C"/>
    <w:rsid w:val="005E24FC"/>
    <w:rsid w:val="005E752F"/>
    <w:rsid w:val="00607F15"/>
    <w:rsid w:val="0061068E"/>
    <w:rsid w:val="00625966"/>
    <w:rsid w:val="00634A77"/>
    <w:rsid w:val="00637C8B"/>
    <w:rsid w:val="006411CB"/>
    <w:rsid w:val="00651339"/>
    <w:rsid w:val="00660AD3"/>
    <w:rsid w:val="006626CF"/>
    <w:rsid w:val="006A5570"/>
    <w:rsid w:val="006A689C"/>
    <w:rsid w:val="006B3D79"/>
    <w:rsid w:val="006D0CB3"/>
    <w:rsid w:val="006E0578"/>
    <w:rsid w:val="006E314D"/>
    <w:rsid w:val="007027E7"/>
    <w:rsid w:val="00710723"/>
    <w:rsid w:val="0071113A"/>
    <w:rsid w:val="00723ED1"/>
    <w:rsid w:val="0073014B"/>
    <w:rsid w:val="00742F51"/>
    <w:rsid w:val="00743525"/>
    <w:rsid w:val="007535FF"/>
    <w:rsid w:val="00761097"/>
    <w:rsid w:val="0076286B"/>
    <w:rsid w:val="0076544E"/>
    <w:rsid w:val="00766846"/>
    <w:rsid w:val="00771592"/>
    <w:rsid w:val="0077673A"/>
    <w:rsid w:val="007846E1"/>
    <w:rsid w:val="007B0199"/>
    <w:rsid w:val="007B570C"/>
    <w:rsid w:val="007D7419"/>
    <w:rsid w:val="007E1DF9"/>
    <w:rsid w:val="007E4A6E"/>
    <w:rsid w:val="007E70A0"/>
    <w:rsid w:val="007F56A7"/>
    <w:rsid w:val="007F6566"/>
    <w:rsid w:val="00803464"/>
    <w:rsid w:val="00807DD0"/>
    <w:rsid w:val="00813A4F"/>
    <w:rsid w:val="008201C7"/>
    <w:rsid w:val="008254BC"/>
    <w:rsid w:val="00856E91"/>
    <w:rsid w:val="00857DDC"/>
    <w:rsid w:val="00874CD4"/>
    <w:rsid w:val="00890B7C"/>
    <w:rsid w:val="00895BBB"/>
    <w:rsid w:val="008A3568"/>
    <w:rsid w:val="008A44DB"/>
    <w:rsid w:val="008A6B06"/>
    <w:rsid w:val="008D03B9"/>
    <w:rsid w:val="008F07AD"/>
    <w:rsid w:val="008F18D6"/>
    <w:rsid w:val="00904780"/>
    <w:rsid w:val="00922385"/>
    <w:rsid w:val="009223DF"/>
    <w:rsid w:val="00936091"/>
    <w:rsid w:val="00940D8A"/>
    <w:rsid w:val="00946AE9"/>
    <w:rsid w:val="00962258"/>
    <w:rsid w:val="009638BC"/>
    <w:rsid w:val="009678B7"/>
    <w:rsid w:val="00970B5A"/>
    <w:rsid w:val="00981224"/>
    <w:rsid w:val="00992D9C"/>
    <w:rsid w:val="00996354"/>
    <w:rsid w:val="00996CB8"/>
    <w:rsid w:val="009A7A2C"/>
    <w:rsid w:val="009B2E97"/>
    <w:rsid w:val="009B42E3"/>
    <w:rsid w:val="009C442C"/>
    <w:rsid w:val="009E07F4"/>
    <w:rsid w:val="009F309B"/>
    <w:rsid w:val="009F392E"/>
    <w:rsid w:val="009F7754"/>
    <w:rsid w:val="00A116B4"/>
    <w:rsid w:val="00A12CC9"/>
    <w:rsid w:val="00A2240C"/>
    <w:rsid w:val="00A267AB"/>
    <w:rsid w:val="00A34C78"/>
    <w:rsid w:val="00A47FFB"/>
    <w:rsid w:val="00A500EA"/>
    <w:rsid w:val="00A50641"/>
    <w:rsid w:val="00A530BF"/>
    <w:rsid w:val="00A55DB5"/>
    <w:rsid w:val="00A6177B"/>
    <w:rsid w:val="00A66136"/>
    <w:rsid w:val="00A71189"/>
    <w:rsid w:val="00A753ED"/>
    <w:rsid w:val="00A908E4"/>
    <w:rsid w:val="00A93294"/>
    <w:rsid w:val="00A94C2F"/>
    <w:rsid w:val="00AA4CBB"/>
    <w:rsid w:val="00AA65FA"/>
    <w:rsid w:val="00AA7351"/>
    <w:rsid w:val="00AD056F"/>
    <w:rsid w:val="00AD6731"/>
    <w:rsid w:val="00AF52C0"/>
    <w:rsid w:val="00B008D5"/>
    <w:rsid w:val="00B15D0D"/>
    <w:rsid w:val="00B34218"/>
    <w:rsid w:val="00B352E2"/>
    <w:rsid w:val="00B438F0"/>
    <w:rsid w:val="00B75EE1"/>
    <w:rsid w:val="00B77481"/>
    <w:rsid w:val="00B8518B"/>
    <w:rsid w:val="00BA0376"/>
    <w:rsid w:val="00BD7E91"/>
    <w:rsid w:val="00BD7F0D"/>
    <w:rsid w:val="00C003BA"/>
    <w:rsid w:val="00C02D0A"/>
    <w:rsid w:val="00C03A6E"/>
    <w:rsid w:val="00C3606B"/>
    <w:rsid w:val="00C420CA"/>
    <w:rsid w:val="00C44F6A"/>
    <w:rsid w:val="00C47B1C"/>
    <w:rsid w:val="00C6198E"/>
    <w:rsid w:val="00C632C8"/>
    <w:rsid w:val="00C73A09"/>
    <w:rsid w:val="00C778A5"/>
    <w:rsid w:val="00C95162"/>
    <w:rsid w:val="00CD1FC4"/>
    <w:rsid w:val="00CD64CF"/>
    <w:rsid w:val="00CE4B13"/>
    <w:rsid w:val="00CF20A4"/>
    <w:rsid w:val="00D015F4"/>
    <w:rsid w:val="00D034A0"/>
    <w:rsid w:val="00D21061"/>
    <w:rsid w:val="00D4108E"/>
    <w:rsid w:val="00D6163D"/>
    <w:rsid w:val="00D831A3"/>
    <w:rsid w:val="00D8748F"/>
    <w:rsid w:val="00DA2D31"/>
    <w:rsid w:val="00DA3711"/>
    <w:rsid w:val="00DD46F3"/>
    <w:rsid w:val="00DE56F2"/>
    <w:rsid w:val="00DE68D5"/>
    <w:rsid w:val="00DF116D"/>
    <w:rsid w:val="00DF224E"/>
    <w:rsid w:val="00E02702"/>
    <w:rsid w:val="00E02F69"/>
    <w:rsid w:val="00E1013A"/>
    <w:rsid w:val="00E218B5"/>
    <w:rsid w:val="00E260F5"/>
    <w:rsid w:val="00E5343F"/>
    <w:rsid w:val="00E762E9"/>
    <w:rsid w:val="00E8065E"/>
    <w:rsid w:val="00E8470D"/>
    <w:rsid w:val="00E8479C"/>
    <w:rsid w:val="00EA4AFA"/>
    <w:rsid w:val="00EB104F"/>
    <w:rsid w:val="00EC303A"/>
    <w:rsid w:val="00ED14BD"/>
    <w:rsid w:val="00ED5B44"/>
    <w:rsid w:val="00EE30C1"/>
    <w:rsid w:val="00EF1973"/>
    <w:rsid w:val="00EF4AFE"/>
    <w:rsid w:val="00F0092E"/>
    <w:rsid w:val="00F016C7"/>
    <w:rsid w:val="00F12DEC"/>
    <w:rsid w:val="00F1715C"/>
    <w:rsid w:val="00F22CB7"/>
    <w:rsid w:val="00F27FF1"/>
    <w:rsid w:val="00F310F8"/>
    <w:rsid w:val="00F35939"/>
    <w:rsid w:val="00F35ECD"/>
    <w:rsid w:val="00F37A56"/>
    <w:rsid w:val="00F41DBF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1127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E57DB"/>
  <w14:defaultImageDpi w14:val="32767"/>
  <w15:docId w15:val="{0B1B0F82-FEC5-4789-A091-95662114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994326F-7F6B-49C7-915E-ABD243C4C9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4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7</cp:revision>
  <cp:lastPrinted>2021-04-30T05:48:00Z</cp:lastPrinted>
  <dcterms:created xsi:type="dcterms:W3CDTF">2023-08-07T10:00:00Z</dcterms:created>
  <dcterms:modified xsi:type="dcterms:W3CDTF">2023-08-16T11:01:00Z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